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B78" w:rsidRDefault="00764F9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B23AE">
        <w:rPr>
          <w:rFonts w:ascii="Arial" w:hAnsi="Arial" w:cs="Arial"/>
          <w:sz w:val="20"/>
          <w:szCs w:val="20"/>
        </w:rPr>
        <w:t>Liebe Eltern</w:t>
      </w:r>
      <w:r w:rsidR="00593975" w:rsidRPr="007B23AE">
        <w:rPr>
          <w:rFonts w:ascii="Arial" w:hAnsi="Arial" w:cs="Arial"/>
          <w:sz w:val="20"/>
          <w:szCs w:val="20"/>
        </w:rPr>
        <w:t xml:space="preserve"> der Klasse 1,</w:t>
      </w:r>
    </w:p>
    <w:p w:rsidR="0045620C" w:rsidRPr="0045620C" w:rsidRDefault="0045620C">
      <w:pPr>
        <w:rPr>
          <w:rFonts w:ascii="Arial" w:hAnsi="Arial" w:cs="Arial"/>
          <w:sz w:val="20"/>
          <w:szCs w:val="20"/>
        </w:rPr>
      </w:pPr>
      <w:r w:rsidRPr="0045620C">
        <w:rPr>
          <w:rFonts w:ascii="Arial" w:hAnsi="Arial" w:cs="Arial"/>
          <w:sz w:val="20"/>
          <w:szCs w:val="20"/>
        </w:rPr>
        <w:t>zusätzlich zu den Informationen auf den Elternabenden zu Beginn des Schuljahres möchten wir Ihnen aufzeigen, was Sie zu Hause mit Ihrem Kind grundlegend üben können.</w:t>
      </w:r>
    </w:p>
    <w:p w:rsidR="009A6E5B" w:rsidRPr="007B23AE" w:rsidRDefault="00EE089A" w:rsidP="009A6E5B">
      <w:p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Im F</w:t>
      </w:r>
      <w:r w:rsidR="00764F91" w:rsidRPr="007B23AE">
        <w:rPr>
          <w:rFonts w:ascii="Arial" w:hAnsi="Arial" w:cs="Arial"/>
          <w:sz w:val="20"/>
          <w:szCs w:val="20"/>
        </w:rPr>
        <w:t xml:space="preserve">olgenden erhalten Sie </w:t>
      </w:r>
      <w:r w:rsidRPr="007B23AE">
        <w:rPr>
          <w:rFonts w:ascii="Arial" w:hAnsi="Arial" w:cs="Arial"/>
          <w:sz w:val="20"/>
          <w:szCs w:val="20"/>
        </w:rPr>
        <w:t xml:space="preserve">eine Übersicht darüber, welchen Beitrag wir von Ihnen als Eltern für eine </w:t>
      </w:r>
      <w:r w:rsidR="00C77B8E" w:rsidRPr="007B23AE">
        <w:rPr>
          <w:rFonts w:ascii="Arial" w:hAnsi="Arial" w:cs="Arial"/>
          <w:sz w:val="20"/>
          <w:szCs w:val="20"/>
        </w:rPr>
        <w:t xml:space="preserve"> erfolgreiche schulische Arbeit </w:t>
      </w:r>
      <w:r w:rsidRPr="007B23AE">
        <w:rPr>
          <w:rFonts w:ascii="Arial" w:hAnsi="Arial" w:cs="Arial"/>
          <w:sz w:val="20"/>
          <w:szCs w:val="20"/>
        </w:rPr>
        <w:t>Ihres Kindes erwarten:</w:t>
      </w:r>
    </w:p>
    <w:p w:rsidR="00593975" w:rsidRPr="007B23AE" w:rsidRDefault="00593975" w:rsidP="009A6E5B">
      <w:pPr>
        <w:rPr>
          <w:rFonts w:ascii="Arial" w:hAnsi="Arial" w:cs="Arial"/>
          <w:b/>
          <w:sz w:val="20"/>
          <w:szCs w:val="20"/>
        </w:rPr>
      </w:pPr>
      <w:r w:rsidRPr="007B23AE">
        <w:rPr>
          <w:rFonts w:ascii="Arial" w:hAnsi="Arial" w:cs="Arial"/>
          <w:b/>
          <w:sz w:val="20"/>
          <w:szCs w:val="20"/>
        </w:rPr>
        <w:t>Deutsch</w:t>
      </w:r>
    </w:p>
    <w:p w:rsidR="00593975" w:rsidRPr="007B23AE" w:rsidRDefault="00593975" w:rsidP="00593975">
      <w:pPr>
        <w:pStyle w:val="Listenabsatz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Die Anlauttabelle mit allen Buchstaben auswendig lernen und Bildern zuordnen können.</w:t>
      </w:r>
    </w:p>
    <w:p w:rsidR="00593975" w:rsidRPr="007B23AE" w:rsidRDefault="00593975" w:rsidP="00593975">
      <w:pPr>
        <w:pStyle w:val="Listenabsatz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L</w:t>
      </w:r>
      <w:r w:rsidR="0045620C">
        <w:rPr>
          <w:rFonts w:ascii="Arial" w:hAnsi="Arial" w:cs="Arial"/>
          <w:sz w:val="20"/>
          <w:szCs w:val="20"/>
        </w:rPr>
        <w:t>autgetreue Wörter schreiben übe</w:t>
      </w:r>
      <w:r w:rsidRPr="007B23AE">
        <w:rPr>
          <w:rFonts w:ascii="Arial" w:hAnsi="Arial" w:cs="Arial"/>
          <w:sz w:val="20"/>
          <w:szCs w:val="20"/>
        </w:rPr>
        <w:t>n</w:t>
      </w:r>
    </w:p>
    <w:p w:rsidR="00593975" w:rsidRPr="007B23AE" w:rsidRDefault="00593975" w:rsidP="00593975">
      <w:pPr>
        <w:pStyle w:val="Listenabsatz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Einfache Sätze schreiben üben</w:t>
      </w:r>
    </w:p>
    <w:p w:rsidR="00593975" w:rsidRPr="007B23AE" w:rsidRDefault="00593975" w:rsidP="00593975">
      <w:pPr>
        <w:pStyle w:val="Listenabsatz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 xml:space="preserve">Wörter und einfache Sätze </w:t>
      </w:r>
      <w:r w:rsidRPr="007B23AE">
        <w:rPr>
          <w:rFonts w:ascii="Arial" w:hAnsi="Arial" w:cs="Arial"/>
          <w:sz w:val="20"/>
          <w:szCs w:val="20"/>
          <w:u w:val="single"/>
        </w:rPr>
        <w:t xml:space="preserve">lesen </w:t>
      </w:r>
      <w:r w:rsidRPr="007B23AE">
        <w:rPr>
          <w:rFonts w:ascii="Arial" w:hAnsi="Arial" w:cs="Arial"/>
          <w:sz w:val="20"/>
          <w:szCs w:val="20"/>
        </w:rPr>
        <w:t>üben / Silben lesen (lautes Vorlesen)</w:t>
      </w:r>
    </w:p>
    <w:p w:rsidR="00593975" w:rsidRPr="007B23AE" w:rsidRDefault="00593975" w:rsidP="00593975">
      <w:pPr>
        <w:pStyle w:val="Listenabsatz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Angefangene Arbeitsblätter dürfen gerne zu Hause beendet werden.</w:t>
      </w:r>
    </w:p>
    <w:p w:rsidR="00593975" w:rsidRPr="007B23AE" w:rsidRDefault="00593975" w:rsidP="00593975">
      <w:pPr>
        <w:rPr>
          <w:rFonts w:ascii="Arial" w:hAnsi="Arial" w:cs="Arial"/>
          <w:b/>
          <w:sz w:val="20"/>
          <w:szCs w:val="20"/>
        </w:rPr>
      </w:pPr>
      <w:r w:rsidRPr="007B23AE">
        <w:rPr>
          <w:rFonts w:ascii="Arial" w:hAnsi="Arial" w:cs="Arial"/>
          <w:b/>
          <w:sz w:val="20"/>
          <w:szCs w:val="20"/>
        </w:rPr>
        <w:t>Mathematik</w:t>
      </w:r>
    </w:p>
    <w:p w:rsidR="00593975" w:rsidRPr="007B23AE" w:rsidRDefault="00593975" w:rsidP="00593975">
      <w:pPr>
        <w:pStyle w:val="Listenabsatz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Zahlen und Mengen im Alltag benennen</w:t>
      </w:r>
    </w:p>
    <w:p w:rsidR="00593975" w:rsidRPr="007B23AE" w:rsidRDefault="00593975" w:rsidP="00593975">
      <w:pPr>
        <w:pStyle w:val="Listenabsatz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Zahlen schreiben</w:t>
      </w:r>
    </w:p>
    <w:p w:rsidR="00593975" w:rsidRPr="007B23AE" w:rsidRDefault="00593975" w:rsidP="00593975">
      <w:pPr>
        <w:pStyle w:val="Listenabsatz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Wer hat mehr/weniger/gleich?</w:t>
      </w:r>
    </w:p>
    <w:p w:rsidR="00593975" w:rsidRPr="007B23AE" w:rsidRDefault="00593975" w:rsidP="00593975">
      <w:pPr>
        <w:pStyle w:val="Listenabsatz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Zählen (vorwärts/rückwärts, 2-er Schritte, 5-er Schritte)</w:t>
      </w:r>
    </w:p>
    <w:p w:rsidR="00593975" w:rsidRPr="007B23AE" w:rsidRDefault="00593975" w:rsidP="00593975">
      <w:pPr>
        <w:pStyle w:val="Listenabsatz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Ordnungszahlen (Erster, Zweiter, Dritter…..)</w:t>
      </w:r>
    </w:p>
    <w:p w:rsidR="00593975" w:rsidRPr="007B23AE" w:rsidRDefault="00593975" w:rsidP="00593975">
      <w:pPr>
        <w:pStyle w:val="Listenabsatz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Zahlenraum bis 20</w:t>
      </w:r>
    </w:p>
    <w:p w:rsidR="007B23AE" w:rsidRPr="007B23AE" w:rsidRDefault="007B23AE" w:rsidP="007B23AE">
      <w:p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Bitte spielerisch üben und die Kinder positiv verstärken, bzw. motivieren (z.B.: „Das Wort ist schon fast richtig geschrieben.“/“Ich kann das Wort lesen.“/“Du hast schon 5 Buchstaben richtig geschrieben.“ Usw.)</w:t>
      </w:r>
    </w:p>
    <w:p w:rsidR="00764F91" w:rsidRPr="007B23AE" w:rsidRDefault="00C77B8E">
      <w:p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Die Mappen aller Hauptfächer verbleiben grundsätzlich im Schulranzen der Kinder. Die angeschafften Arbeitshefte werden in der Schule aufbewahrt.</w:t>
      </w:r>
    </w:p>
    <w:p w:rsidR="00C77B8E" w:rsidRPr="007B23AE" w:rsidRDefault="00C77B8E">
      <w:p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 xml:space="preserve">Schülerinnen und Schüler, denen es nicht gelingt, ihre Aufgaben während des Unterrichts fertig zu stellen, erhalten die Gelegenheit dies zu Hause zu beenden. </w:t>
      </w:r>
    </w:p>
    <w:p w:rsidR="00764F91" w:rsidRPr="007B23AE" w:rsidRDefault="00C77B8E">
      <w:p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Im Krankheitsfall müssen Sie gemeinsam mit Ihrem Kind die versäumten Inhalte nachholen.</w:t>
      </w:r>
    </w:p>
    <w:p w:rsidR="00764F91" w:rsidRPr="007B23AE" w:rsidRDefault="00764F91">
      <w:pPr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Sollte</w:t>
      </w:r>
      <w:r w:rsidR="00EE089A" w:rsidRPr="007B23AE">
        <w:rPr>
          <w:rFonts w:ascii="Arial" w:hAnsi="Arial" w:cs="Arial"/>
          <w:sz w:val="20"/>
          <w:szCs w:val="20"/>
        </w:rPr>
        <w:t>n</w:t>
      </w:r>
      <w:r w:rsidRPr="007B23AE">
        <w:rPr>
          <w:rFonts w:ascii="Arial" w:hAnsi="Arial" w:cs="Arial"/>
          <w:sz w:val="20"/>
          <w:szCs w:val="20"/>
        </w:rPr>
        <w:t xml:space="preserve"> </w:t>
      </w:r>
      <w:r w:rsidR="00C77B8E" w:rsidRPr="007B23AE">
        <w:rPr>
          <w:rFonts w:ascii="Arial" w:hAnsi="Arial" w:cs="Arial"/>
          <w:sz w:val="20"/>
          <w:szCs w:val="20"/>
        </w:rPr>
        <w:t>Sie Nachfragen oder Unsicherheiten zur häuslichen Übungszeit haben, stehen wir Ihnen gerne für Rückfragen in unseren Sprechzeiten zur Verfügung.</w:t>
      </w:r>
    </w:p>
    <w:p w:rsidR="00C77B8E" w:rsidRPr="007B23AE" w:rsidRDefault="00C77B8E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Diese sind:</w:t>
      </w:r>
      <w:r w:rsidR="0016612E" w:rsidRPr="007B23AE">
        <w:rPr>
          <w:rFonts w:ascii="Arial" w:hAnsi="Arial" w:cs="Arial"/>
          <w:sz w:val="20"/>
          <w:szCs w:val="20"/>
        </w:rPr>
        <w:t xml:space="preserve">  Frau </w:t>
      </w:r>
      <w:proofErr w:type="spellStart"/>
      <w:r w:rsidR="0016612E" w:rsidRPr="007B23AE">
        <w:rPr>
          <w:rFonts w:ascii="Arial" w:hAnsi="Arial" w:cs="Arial"/>
          <w:sz w:val="20"/>
          <w:szCs w:val="20"/>
        </w:rPr>
        <w:t>Marschang</w:t>
      </w:r>
      <w:proofErr w:type="spellEnd"/>
      <w:r w:rsidR="0016612E" w:rsidRPr="007B23AE">
        <w:rPr>
          <w:rFonts w:ascii="Arial" w:hAnsi="Arial" w:cs="Arial"/>
          <w:sz w:val="20"/>
          <w:szCs w:val="20"/>
        </w:rPr>
        <w:t>,</w:t>
      </w:r>
      <w:r w:rsidR="0045620C">
        <w:rPr>
          <w:rFonts w:ascii="Arial" w:hAnsi="Arial" w:cs="Arial"/>
          <w:sz w:val="20"/>
          <w:szCs w:val="20"/>
        </w:rPr>
        <w:t xml:space="preserve"> Di. 3. </w:t>
      </w:r>
      <w:r w:rsidR="0016612E" w:rsidRPr="007B23AE">
        <w:rPr>
          <w:rFonts w:ascii="Arial" w:hAnsi="Arial" w:cs="Arial"/>
          <w:sz w:val="20"/>
          <w:szCs w:val="20"/>
        </w:rPr>
        <w:t xml:space="preserve"> Stunde</w:t>
      </w:r>
      <w:r w:rsidR="0016612E" w:rsidRPr="007B23AE">
        <w:rPr>
          <w:rFonts w:ascii="Arial" w:hAnsi="Arial" w:cs="Arial"/>
          <w:sz w:val="20"/>
          <w:szCs w:val="20"/>
        </w:rPr>
        <w:tab/>
      </w:r>
      <w:r w:rsidR="00740C54">
        <w:rPr>
          <w:rFonts w:ascii="Arial" w:hAnsi="Arial" w:cs="Arial"/>
          <w:sz w:val="20"/>
          <w:szCs w:val="20"/>
        </w:rPr>
        <w:tab/>
      </w:r>
      <w:r w:rsidR="0016612E" w:rsidRPr="007B23AE">
        <w:rPr>
          <w:rFonts w:ascii="Arial" w:hAnsi="Arial" w:cs="Arial"/>
          <w:sz w:val="20"/>
          <w:szCs w:val="20"/>
        </w:rPr>
        <w:t xml:space="preserve">Frau </w:t>
      </w:r>
      <w:proofErr w:type="spellStart"/>
      <w:r w:rsidR="0016612E" w:rsidRPr="007B23AE">
        <w:rPr>
          <w:rFonts w:ascii="Arial" w:hAnsi="Arial" w:cs="Arial"/>
          <w:sz w:val="20"/>
          <w:szCs w:val="20"/>
        </w:rPr>
        <w:t>Wattenbach</w:t>
      </w:r>
      <w:proofErr w:type="spellEnd"/>
      <w:r w:rsidR="0016612E" w:rsidRPr="007B23AE">
        <w:rPr>
          <w:rFonts w:ascii="Arial" w:hAnsi="Arial" w:cs="Arial"/>
          <w:sz w:val="20"/>
          <w:szCs w:val="20"/>
        </w:rPr>
        <w:t>, Mo. 5. Stunde</w:t>
      </w:r>
    </w:p>
    <w:p w:rsidR="006A2FC6" w:rsidRPr="007B23AE" w:rsidRDefault="006A2FC6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 xml:space="preserve">                    Frau</w:t>
      </w:r>
      <w:r w:rsidR="00D0361D">
        <w:rPr>
          <w:rFonts w:ascii="Arial" w:hAnsi="Arial" w:cs="Arial"/>
          <w:sz w:val="20"/>
          <w:szCs w:val="20"/>
        </w:rPr>
        <w:t xml:space="preserve"> Ahrens, Mo. 6.</w:t>
      </w:r>
      <w:r w:rsidRPr="007B23AE">
        <w:rPr>
          <w:rFonts w:ascii="Arial" w:hAnsi="Arial" w:cs="Arial"/>
          <w:sz w:val="20"/>
          <w:szCs w:val="20"/>
        </w:rPr>
        <w:t xml:space="preserve"> Stunde</w:t>
      </w:r>
      <w:r w:rsidRPr="007B23AE">
        <w:rPr>
          <w:rFonts w:ascii="Arial" w:hAnsi="Arial" w:cs="Arial"/>
          <w:sz w:val="20"/>
          <w:szCs w:val="20"/>
        </w:rPr>
        <w:tab/>
      </w:r>
      <w:r w:rsidRPr="007B23AE">
        <w:rPr>
          <w:rFonts w:ascii="Arial" w:hAnsi="Arial" w:cs="Arial"/>
          <w:sz w:val="20"/>
          <w:szCs w:val="20"/>
        </w:rPr>
        <w:tab/>
        <w:t xml:space="preserve">Frau </w:t>
      </w:r>
      <w:proofErr w:type="spellStart"/>
      <w:r w:rsidRPr="007B23AE">
        <w:rPr>
          <w:rFonts w:ascii="Arial" w:hAnsi="Arial" w:cs="Arial"/>
          <w:sz w:val="20"/>
          <w:szCs w:val="20"/>
        </w:rPr>
        <w:t>Werrbach</w:t>
      </w:r>
      <w:proofErr w:type="spellEnd"/>
      <w:r w:rsidRPr="007B23AE">
        <w:rPr>
          <w:rFonts w:ascii="Arial" w:hAnsi="Arial" w:cs="Arial"/>
          <w:sz w:val="20"/>
          <w:szCs w:val="20"/>
        </w:rPr>
        <w:t>, Mi. 12.15 – 13.00 Uhr</w:t>
      </w:r>
    </w:p>
    <w:p w:rsidR="006A2FC6" w:rsidRPr="007B23AE" w:rsidRDefault="006A2FC6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ab/>
        <w:t xml:space="preserve">        Frau Ufer, </w:t>
      </w:r>
      <w:r w:rsidRPr="007B23AE">
        <w:rPr>
          <w:rFonts w:ascii="Arial" w:hAnsi="Arial" w:cs="Arial"/>
          <w:sz w:val="20"/>
          <w:szCs w:val="20"/>
        </w:rPr>
        <w:tab/>
      </w:r>
      <w:r w:rsidR="00D0361D">
        <w:rPr>
          <w:rFonts w:ascii="Arial" w:hAnsi="Arial" w:cs="Arial"/>
          <w:sz w:val="20"/>
          <w:szCs w:val="20"/>
        </w:rPr>
        <w:t>Mo. 12.00-13.00 Uhr</w:t>
      </w:r>
      <w:r w:rsidRPr="007B23AE">
        <w:rPr>
          <w:rFonts w:ascii="Arial" w:hAnsi="Arial" w:cs="Arial"/>
          <w:sz w:val="20"/>
          <w:szCs w:val="20"/>
        </w:rPr>
        <w:tab/>
      </w:r>
      <w:r w:rsidR="00740C54">
        <w:rPr>
          <w:rFonts w:ascii="Arial" w:hAnsi="Arial" w:cs="Arial"/>
          <w:sz w:val="20"/>
          <w:szCs w:val="20"/>
        </w:rPr>
        <w:tab/>
      </w:r>
      <w:r w:rsidRPr="007B23AE">
        <w:rPr>
          <w:rFonts w:ascii="Arial" w:hAnsi="Arial" w:cs="Arial"/>
          <w:sz w:val="20"/>
          <w:szCs w:val="20"/>
        </w:rPr>
        <w:t xml:space="preserve">Frau </w:t>
      </w:r>
      <w:proofErr w:type="spellStart"/>
      <w:r w:rsidRPr="007B23AE">
        <w:rPr>
          <w:rFonts w:ascii="Arial" w:hAnsi="Arial" w:cs="Arial"/>
          <w:sz w:val="20"/>
          <w:szCs w:val="20"/>
        </w:rPr>
        <w:t>Rüpke</w:t>
      </w:r>
      <w:proofErr w:type="spellEnd"/>
      <w:r w:rsidRPr="007B23AE">
        <w:rPr>
          <w:rFonts w:ascii="Arial" w:hAnsi="Arial" w:cs="Arial"/>
          <w:sz w:val="20"/>
          <w:szCs w:val="20"/>
        </w:rPr>
        <w:t xml:space="preserve">, </w:t>
      </w:r>
    </w:p>
    <w:p w:rsidR="006A2FC6" w:rsidRPr="007B23AE" w:rsidRDefault="00740C54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Frau Achatz, Fr. 5. Stunde</w:t>
      </w:r>
      <w:r w:rsidR="006A2FC6" w:rsidRPr="007B23AE">
        <w:rPr>
          <w:rFonts w:ascii="Arial" w:hAnsi="Arial" w:cs="Arial"/>
          <w:sz w:val="20"/>
          <w:szCs w:val="20"/>
        </w:rPr>
        <w:tab/>
      </w:r>
      <w:r w:rsidR="006A2FC6" w:rsidRPr="007B23AE">
        <w:rPr>
          <w:rFonts w:ascii="Arial" w:hAnsi="Arial" w:cs="Arial"/>
          <w:sz w:val="20"/>
          <w:szCs w:val="20"/>
        </w:rPr>
        <w:tab/>
      </w:r>
      <w:r w:rsidR="006A2FC6" w:rsidRPr="007B23AE">
        <w:rPr>
          <w:rFonts w:ascii="Arial" w:hAnsi="Arial" w:cs="Arial"/>
          <w:sz w:val="20"/>
          <w:szCs w:val="20"/>
        </w:rPr>
        <w:tab/>
        <w:t>Frau Dietrich-Krug, Di. 5. Stunde</w:t>
      </w:r>
    </w:p>
    <w:p w:rsidR="006A2FC6" w:rsidRPr="007B23AE" w:rsidRDefault="0045620C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Frau Langefeld, Mi. 5. Stunde </w:t>
      </w:r>
      <w:r>
        <w:rPr>
          <w:rFonts w:ascii="Arial" w:hAnsi="Arial" w:cs="Arial"/>
          <w:sz w:val="20"/>
          <w:szCs w:val="20"/>
        </w:rPr>
        <w:tab/>
      </w:r>
      <w:r w:rsidR="006A2FC6" w:rsidRPr="007B23AE">
        <w:rPr>
          <w:rFonts w:ascii="Arial" w:hAnsi="Arial" w:cs="Arial"/>
          <w:sz w:val="20"/>
          <w:szCs w:val="20"/>
        </w:rPr>
        <w:tab/>
        <w:t xml:space="preserve">Fr. Schulz, </w:t>
      </w:r>
      <w:r w:rsidR="00D0361D">
        <w:rPr>
          <w:rFonts w:ascii="Arial" w:hAnsi="Arial" w:cs="Arial"/>
          <w:sz w:val="20"/>
          <w:szCs w:val="20"/>
        </w:rPr>
        <w:t xml:space="preserve">Do. 1. Stunde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Herr Braun</w:t>
      </w:r>
      <w:r w:rsidR="00D0361D">
        <w:rPr>
          <w:rFonts w:ascii="Arial" w:hAnsi="Arial" w:cs="Arial"/>
          <w:sz w:val="20"/>
          <w:szCs w:val="20"/>
        </w:rPr>
        <w:t>, Do. 2</w:t>
      </w:r>
      <w:r w:rsidR="006A2FC6" w:rsidRPr="007B23AE">
        <w:rPr>
          <w:rFonts w:ascii="Arial" w:hAnsi="Arial" w:cs="Arial"/>
          <w:sz w:val="20"/>
          <w:szCs w:val="20"/>
        </w:rPr>
        <w:t>. Stunde</w:t>
      </w:r>
      <w:r w:rsidR="006A2FC6" w:rsidRPr="007B23AE">
        <w:rPr>
          <w:rFonts w:ascii="Arial" w:hAnsi="Arial" w:cs="Arial"/>
          <w:sz w:val="20"/>
          <w:szCs w:val="20"/>
        </w:rPr>
        <w:tab/>
      </w:r>
      <w:r w:rsidR="006A2FC6" w:rsidRPr="007B23AE">
        <w:rPr>
          <w:rFonts w:ascii="Arial" w:hAnsi="Arial" w:cs="Arial"/>
          <w:sz w:val="20"/>
          <w:szCs w:val="20"/>
        </w:rPr>
        <w:tab/>
      </w:r>
      <w:r w:rsidR="00740C54">
        <w:rPr>
          <w:rFonts w:ascii="Arial" w:hAnsi="Arial" w:cs="Arial"/>
          <w:sz w:val="20"/>
          <w:szCs w:val="20"/>
        </w:rPr>
        <w:t xml:space="preserve">  </w:t>
      </w:r>
      <w:r w:rsidR="00740C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Frau Treu</w:t>
      </w:r>
      <w:r w:rsidR="006A2FC6" w:rsidRPr="007B23AE">
        <w:rPr>
          <w:rFonts w:ascii="Arial" w:hAnsi="Arial" w:cs="Arial"/>
          <w:sz w:val="20"/>
          <w:szCs w:val="20"/>
        </w:rPr>
        <w:t xml:space="preserve">, </w:t>
      </w:r>
      <w:r w:rsidR="00D0361D">
        <w:rPr>
          <w:rFonts w:ascii="Arial" w:hAnsi="Arial" w:cs="Arial"/>
          <w:sz w:val="20"/>
          <w:szCs w:val="20"/>
        </w:rPr>
        <w:t>Di. 5</w:t>
      </w:r>
      <w:r w:rsidR="00740C54">
        <w:rPr>
          <w:rFonts w:ascii="Arial" w:hAnsi="Arial" w:cs="Arial"/>
          <w:sz w:val="20"/>
          <w:szCs w:val="20"/>
        </w:rPr>
        <w:t>. Stunde</w:t>
      </w:r>
    </w:p>
    <w:p w:rsidR="006A2FC6" w:rsidRPr="007B23AE" w:rsidRDefault="006A2FC6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ab/>
        <w:t xml:space="preserve">        Frau Arend-Schneider, </w:t>
      </w:r>
      <w:r w:rsidR="00740C54">
        <w:rPr>
          <w:rFonts w:ascii="Arial" w:hAnsi="Arial" w:cs="Arial"/>
          <w:sz w:val="20"/>
          <w:szCs w:val="20"/>
        </w:rPr>
        <w:t>Di. 5. Stunde</w:t>
      </w:r>
      <w:r w:rsidR="00740C54">
        <w:rPr>
          <w:rFonts w:ascii="Arial" w:hAnsi="Arial" w:cs="Arial"/>
          <w:sz w:val="20"/>
          <w:szCs w:val="20"/>
        </w:rPr>
        <w:tab/>
      </w:r>
      <w:r w:rsidRPr="007B23AE">
        <w:rPr>
          <w:rFonts w:ascii="Arial" w:hAnsi="Arial" w:cs="Arial"/>
          <w:sz w:val="20"/>
          <w:szCs w:val="20"/>
        </w:rPr>
        <w:t xml:space="preserve">Frau </w:t>
      </w:r>
      <w:proofErr w:type="spellStart"/>
      <w:r w:rsidRPr="007B23AE">
        <w:rPr>
          <w:rFonts w:ascii="Arial" w:hAnsi="Arial" w:cs="Arial"/>
          <w:sz w:val="20"/>
          <w:szCs w:val="20"/>
        </w:rPr>
        <w:t>Leickel</w:t>
      </w:r>
      <w:proofErr w:type="spellEnd"/>
      <w:r w:rsidRPr="007B23AE">
        <w:rPr>
          <w:rFonts w:ascii="Arial" w:hAnsi="Arial" w:cs="Arial"/>
          <w:sz w:val="20"/>
          <w:szCs w:val="20"/>
        </w:rPr>
        <w:t xml:space="preserve">,  </w:t>
      </w:r>
      <w:r w:rsidR="0045620C">
        <w:rPr>
          <w:rFonts w:ascii="Arial" w:hAnsi="Arial" w:cs="Arial"/>
          <w:sz w:val="20"/>
          <w:szCs w:val="20"/>
        </w:rPr>
        <w:t>Mo. 6. Stunde</w:t>
      </w:r>
    </w:p>
    <w:p w:rsidR="001075C8" w:rsidRPr="007B23AE" w:rsidRDefault="00D0361D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Frau Stuhlmann, Mo. 6</w:t>
      </w:r>
      <w:r w:rsidR="0045620C">
        <w:rPr>
          <w:rFonts w:ascii="Arial" w:hAnsi="Arial" w:cs="Arial"/>
          <w:sz w:val="20"/>
          <w:szCs w:val="20"/>
        </w:rPr>
        <w:t>. Stunde</w:t>
      </w:r>
      <w:r w:rsidR="0045620C">
        <w:rPr>
          <w:rFonts w:ascii="Arial" w:hAnsi="Arial" w:cs="Arial"/>
          <w:sz w:val="20"/>
          <w:szCs w:val="20"/>
        </w:rPr>
        <w:tab/>
      </w:r>
      <w:r w:rsidR="0045620C">
        <w:rPr>
          <w:rFonts w:ascii="Arial" w:hAnsi="Arial" w:cs="Arial"/>
          <w:sz w:val="20"/>
          <w:szCs w:val="20"/>
        </w:rPr>
        <w:tab/>
      </w:r>
      <w:r w:rsidR="001075C8" w:rsidRPr="007B23AE">
        <w:rPr>
          <w:rFonts w:ascii="Arial" w:hAnsi="Arial" w:cs="Arial"/>
          <w:sz w:val="20"/>
          <w:szCs w:val="20"/>
        </w:rPr>
        <w:t xml:space="preserve">Frau Wiegand, </w:t>
      </w:r>
      <w:r>
        <w:rPr>
          <w:rFonts w:ascii="Arial" w:hAnsi="Arial" w:cs="Arial"/>
          <w:sz w:val="20"/>
          <w:szCs w:val="20"/>
        </w:rPr>
        <w:t>Mo. 4</w:t>
      </w:r>
      <w:r w:rsidR="00740C54">
        <w:rPr>
          <w:rFonts w:ascii="Arial" w:hAnsi="Arial" w:cs="Arial"/>
          <w:sz w:val="20"/>
          <w:szCs w:val="20"/>
        </w:rPr>
        <w:t>. Stunde</w:t>
      </w:r>
    </w:p>
    <w:p w:rsidR="001075C8" w:rsidRPr="007B23AE" w:rsidRDefault="00D0361D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Frau Dengel, Mi. 6. Stunde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5620C">
        <w:rPr>
          <w:rFonts w:ascii="Arial" w:hAnsi="Arial" w:cs="Arial"/>
          <w:sz w:val="20"/>
          <w:szCs w:val="20"/>
        </w:rPr>
        <w:t xml:space="preserve">Frau Conrad, </w:t>
      </w:r>
      <w:r w:rsidR="00AE7F22">
        <w:rPr>
          <w:rFonts w:ascii="Arial" w:hAnsi="Arial" w:cs="Arial"/>
          <w:sz w:val="20"/>
          <w:szCs w:val="20"/>
        </w:rPr>
        <w:t>Mi. 6. Stunde</w:t>
      </w:r>
    </w:p>
    <w:p w:rsidR="001075C8" w:rsidRPr="007B23AE" w:rsidRDefault="001075C8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7B23AE">
        <w:rPr>
          <w:rFonts w:ascii="Arial" w:hAnsi="Arial" w:cs="Arial"/>
          <w:sz w:val="20"/>
          <w:szCs w:val="20"/>
        </w:rPr>
        <w:t>Mit freundlichen Grüßen</w:t>
      </w:r>
      <w:r w:rsidR="00D0361D">
        <w:rPr>
          <w:rFonts w:ascii="Arial" w:hAnsi="Arial" w:cs="Arial"/>
          <w:sz w:val="20"/>
          <w:szCs w:val="20"/>
        </w:rPr>
        <w:tab/>
      </w:r>
      <w:r w:rsidR="00D0361D">
        <w:rPr>
          <w:rFonts w:ascii="Arial" w:hAnsi="Arial" w:cs="Arial"/>
          <w:sz w:val="20"/>
          <w:szCs w:val="20"/>
        </w:rPr>
        <w:tab/>
      </w:r>
      <w:r w:rsidR="00D0361D">
        <w:rPr>
          <w:rFonts w:ascii="Arial" w:hAnsi="Arial" w:cs="Arial"/>
          <w:sz w:val="20"/>
          <w:szCs w:val="20"/>
        </w:rPr>
        <w:tab/>
      </w:r>
      <w:r w:rsidR="00D0361D">
        <w:rPr>
          <w:rFonts w:ascii="Arial" w:hAnsi="Arial" w:cs="Arial"/>
          <w:sz w:val="20"/>
          <w:szCs w:val="20"/>
        </w:rPr>
        <w:tab/>
        <w:t>Frau Fink, Mo. 8.00 – 10.00 Uhr</w:t>
      </w:r>
    </w:p>
    <w:p w:rsidR="001075C8" w:rsidRPr="007B23AE" w:rsidRDefault="00D0361D" w:rsidP="001075C8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Frau Mertes-</w:t>
      </w:r>
      <w:proofErr w:type="spellStart"/>
      <w:r>
        <w:rPr>
          <w:rFonts w:ascii="Arial" w:hAnsi="Arial" w:cs="Arial"/>
          <w:sz w:val="20"/>
          <w:szCs w:val="20"/>
        </w:rPr>
        <w:t>Bojanowski</w:t>
      </w:r>
      <w:proofErr w:type="spellEnd"/>
      <w:r>
        <w:rPr>
          <w:rFonts w:ascii="Arial" w:hAnsi="Arial" w:cs="Arial"/>
          <w:sz w:val="20"/>
          <w:szCs w:val="20"/>
        </w:rPr>
        <w:t>, Do. 8.00 – 10.00 Uhr</w:t>
      </w:r>
    </w:p>
    <w:p w:rsidR="001075C8" w:rsidRPr="009A6E5B" w:rsidRDefault="001075C8" w:rsidP="001075C8">
      <w:pPr>
        <w:spacing w:after="120" w:line="240" w:lineRule="auto"/>
        <w:rPr>
          <w:rFonts w:ascii="Arial" w:hAnsi="Arial" w:cs="Arial"/>
        </w:rPr>
      </w:pPr>
    </w:p>
    <w:p w:rsidR="001075C8" w:rsidRPr="009A6E5B" w:rsidRDefault="001075C8" w:rsidP="001075C8">
      <w:pPr>
        <w:spacing w:after="120" w:line="240" w:lineRule="auto"/>
        <w:rPr>
          <w:rFonts w:ascii="Arial" w:hAnsi="Arial" w:cs="Arial"/>
        </w:rPr>
      </w:pPr>
    </w:p>
    <w:p w:rsidR="001075C8" w:rsidRPr="009A6E5B" w:rsidRDefault="001075C8">
      <w:pPr>
        <w:rPr>
          <w:rFonts w:ascii="Arial" w:hAnsi="Arial" w:cs="Arial"/>
        </w:rPr>
      </w:pPr>
    </w:p>
    <w:p w:rsidR="0016612E" w:rsidRPr="009A6E5B" w:rsidRDefault="006A2FC6">
      <w:pPr>
        <w:rPr>
          <w:rFonts w:ascii="Arial" w:hAnsi="Arial" w:cs="Arial"/>
        </w:rPr>
      </w:pPr>
      <w:r w:rsidRPr="009A6E5B">
        <w:rPr>
          <w:rFonts w:ascii="Arial" w:hAnsi="Arial" w:cs="Arial"/>
        </w:rPr>
        <w:tab/>
      </w:r>
    </w:p>
    <w:p w:rsidR="00C77B8E" w:rsidRDefault="00C77B8E">
      <w:pPr>
        <w:rPr>
          <w:rFonts w:ascii="Arial" w:hAnsi="Arial" w:cs="Arial"/>
        </w:rPr>
      </w:pPr>
    </w:p>
    <w:p w:rsidR="00C77B8E" w:rsidRDefault="00C77B8E">
      <w:pPr>
        <w:rPr>
          <w:rFonts w:ascii="Arial" w:hAnsi="Arial" w:cs="Arial"/>
        </w:rPr>
      </w:pPr>
    </w:p>
    <w:p w:rsidR="00C77B8E" w:rsidRDefault="00C77B8E">
      <w:pPr>
        <w:rPr>
          <w:rFonts w:ascii="Arial" w:hAnsi="Arial" w:cs="Arial"/>
        </w:rPr>
      </w:pPr>
    </w:p>
    <w:p w:rsidR="00C77B8E" w:rsidRPr="00C809CD" w:rsidRDefault="00C77B8E">
      <w:pPr>
        <w:rPr>
          <w:rFonts w:ascii="Arial" w:hAnsi="Arial" w:cs="Arial"/>
        </w:rPr>
      </w:pPr>
    </w:p>
    <w:sectPr w:rsidR="00C77B8E" w:rsidRPr="00C809CD" w:rsidSect="009A6E5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FC9"/>
    <w:multiLevelType w:val="multilevel"/>
    <w:tmpl w:val="224E84B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0E307D65"/>
    <w:multiLevelType w:val="multilevel"/>
    <w:tmpl w:val="C004EFE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3C0C597B"/>
    <w:multiLevelType w:val="multilevel"/>
    <w:tmpl w:val="F9C4A05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3D82551E"/>
    <w:multiLevelType w:val="multilevel"/>
    <w:tmpl w:val="534CDB5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52AD0ED2"/>
    <w:multiLevelType w:val="multilevel"/>
    <w:tmpl w:val="6A443BF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536F000A"/>
    <w:multiLevelType w:val="multilevel"/>
    <w:tmpl w:val="6AD4D634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566D5E92"/>
    <w:multiLevelType w:val="multilevel"/>
    <w:tmpl w:val="B9DCB5E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59961984"/>
    <w:multiLevelType w:val="hybridMultilevel"/>
    <w:tmpl w:val="07E2B1B0"/>
    <w:lvl w:ilvl="0" w:tplc="C4629A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AE2B8B"/>
    <w:multiLevelType w:val="multilevel"/>
    <w:tmpl w:val="7012F9D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634E6CA8"/>
    <w:multiLevelType w:val="hybridMultilevel"/>
    <w:tmpl w:val="0C5C71F2"/>
    <w:lvl w:ilvl="0" w:tplc="C83C533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F9065D"/>
    <w:multiLevelType w:val="multilevel"/>
    <w:tmpl w:val="A34C1B6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>
    <w:nsid w:val="73F3787D"/>
    <w:multiLevelType w:val="multilevel"/>
    <w:tmpl w:val="57083CB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91"/>
    <w:rsid w:val="000F16B9"/>
    <w:rsid w:val="000F6AFF"/>
    <w:rsid w:val="001075C8"/>
    <w:rsid w:val="00113FFB"/>
    <w:rsid w:val="0016612E"/>
    <w:rsid w:val="001E19C8"/>
    <w:rsid w:val="0045620C"/>
    <w:rsid w:val="004B2FCF"/>
    <w:rsid w:val="004E6346"/>
    <w:rsid w:val="00593975"/>
    <w:rsid w:val="006A2FC6"/>
    <w:rsid w:val="00740C54"/>
    <w:rsid w:val="00764F91"/>
    <w:rsid w:val="007B23AE"/>
    <w:rsid w:val="009A33E1"/>
    <w:rsid w:val="009A6E5B"/>
    <w:rsid w:val="00AE7F22"/>
    <w:rsid w:val="00C4093C"/>
    <w:rsid w:val="00C56B78"/>
    <w:rsid w:val="00C77B8E"/>
    <w:rsid w:val="00C809CD"/>
    <w:rsid w:val="00D0361D"/>
    <w:rsid w:val="00D7431F"/>
    <w:rsid w:val="00EE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22CCD578.dotm</Template>
  <TotalTime>0</TotalTime>
  <Pages>2</Pages>
  <Words>327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Kassel - Magistrat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Dietrich-Krug, Daniela</dc:creator>
  <cp:lastModifiedBy>Dietrich-Krug, Daniela</cp:lastModifiedBy>
  <cp:revision>2</cp:revision>
  <cp:lastPrinted>2015-10-01T10:09:00Z</cp:lastPrinted>
  <dcterms:created xsi:type="dcterms:W3CDTF">2016-05-11T07:48:00Z</dcterms:created>
  <dcterms:modified xsi:type="dcterms:W3CDTF">2016-05-11T07:48:00Z</dcterms:modified>
</cp:coreProperties>
</file>